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9D9" w:rsidRDefault="005909D9" w:rsidP="005909D9">
      <w:pPr>
        <w:rPr>
          <w:sz w:val="32"/>
          <w:szCs w:val="32"/>
        </w:rPr>
      </w:pPr>
      <w:r w:rsidRPr="008273DD">
        <w:rPr>
          <w:sz w:val="32"/>
          <w:szCs w:val="32"/>
        </w:rPr>
        <w:t>Name:</w:t>
      </w:r>
      <w:r w:rsidR="008F2736">
        <w:rPr>
          <w:sz w:val="32"/>
          <w:szCs w:val="32"/>
        </w:rPr>
        <w:t xml:space="preserve"> __________________________</w:t>
      </w:r>
      <w:r w:rsidR="008F2736">
        <w:rPr>
          <w:sz w:val="32"/>
          <w:szCs w:val="32"/>
        </w:rPr>
        <w:tab/>
      </w:r>
      <w:r w:rsidRPr="008273DD">
        <w:rPr>
          <w:sz w:val="32"/>
          <w:szCs w:val="32"/>
        </w:rPr>
        <w:t>Klasse: _________</w:t>
      </w:r>
    </w:p>
    <w:p w:rsidR="005909D9" w:rsidRPr="008273DD" w:rsidRDefault="005909D9" w:rsidP="005909D9">
      <w:pPr>
        <w:rPr>
          <w:sz w:val="32"/>
          <w:szCs w:val="32"/>
        </w:rPr>
      </w:pPr>
    </w:p>
    <w:p w:rsidR="00D05412" w:rsidRPr="005C626C" w:rsidRDefault="00D05412" w:rsidP="00D05412">
      <w:pPr>
        <w:pStyle w:val="berschrift4"/>
        <w:rPr>
          <w:sz w:val="32"/>
          <w:szCs w:val="32"/>
        </w:rPr>
      </w:pPr>
      <w:r w:rsidRPr="005C626C">
        <w:rPr>
          <w:sz w:val="32"/>
          <w:szCs w:val="32"/>
        </w:rPr>
        <w:t xml:space="preserve">Aufgabe </w:t>
      </w:r>
      <w:r w:rsidR="00A82E4E">
        <w:rPr>
          <w:sz w:val="32"/>
          <w:szCs w:val="32"/>
        </w:rPr>
        <w:t>2a</w:t>
      </w:r>
    </w:p>
    <w:p w:rsidR="005C626C" w:rsidRDefault="00A82E4E" w:rsidP="00A82E4E">
      <w:pPr>
        <w:rPr>
          <w:sz w:val="32"/>
          <w:szCs w:val="32"/>
        </w:rPr>
      </w:pPr>
      <w:r w:rsidRPr="00A82E4E">
        <w:rPr>
          <w:sz w:val="32"/>
          <w:szCs w:val="32"/>
        </w:rPr>
        <w:t xml:space="preserve">In einem Keller stehen vier Kisten. In den Kisten sind Flaschen mit Apfelsaft (A), Kirschsaft (K) und </w:t>
      </w:r>
      <w:proofErr w:type="spellStart"/>
      <w:r w:rsidRPr="00A82E4E">
        <w:rPr>
          <w:sz w:val="32"/>
          <w:szCs w:val="32"/>
        </w:rPr>
        <w:t>Mangosaft</w:t>
      </w:r>
      <w:proofErr w:type="spellEnd"/>
      <w:r w:rsidRPr="00A82E4E">
        <w:rPr>
          <w:sz w:val="32"/>
          <w:szCs w:val="32"/>
        </w:rPr>
        <w:t xml:space="preserve"> (M).</w:t>
      </w:r>
    </w:p>
    <w:p w:rsidR="00A82E4E" w:rsidRPr="00A82E4E" w:rsidRDefault="00A82E4E" w:rsidP="00A82E4E">
      <w:pPr>
        <w:rPr>
          <w:sz w:val="32"/>
          <w:szCs w:val="32"/>
        </w:rPr>
      </w:pPr>
    </w:p>
    <w:tbl>
      <w:tblPr>
        <w:tblW w:w="98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30"/>
        <w:gridCol w:w="4930"/>
      </w:tblGrid>
      <w:tr w:rsidR="00A82E4E" w:rsidTr="00A82E4E">
        <w:trPr>
          <w:trHeight w:val="482"/>
        </w:trPr>
        <w:tc>
          <w:tcPr>
            <w:tcW w:w="4930" w:type="dxa"/>
            <w:shd w:val="clear" w:color="auto" w:fill="auto"/>
            <w:vAlign w:val="center"/>
          </w:tcPr>
          <w:p w:rsidR="00A82E4E" w:rsidRPr="00A82E4E" w:rsidRDefault="00A82E4E" w:rsidP="0022091C">
            <w:pPr>
              <w:tabs>
                <w:tab w:val="left" w:pos="284"/>
              </w:tabs>
              <w:spacing w:after="0"/>
              <w:jc w:val="center"/>
              <w:rPr>
                <w:sz w:val="32"/>
                <w:szCs w:val="32"/>
              </w:rPr>
            </w:pPr>
            <w:r w:rsidRPr="00A82E4E">
              <w:rPr>
                <w:sz w:val="32"/>
                <w:szCs w:val="32"/>
              </w:rPr>
              <w:t>1. Kiste</w:t>
            </w:r>
          </w:p>
        </w:tc>
        <w:tc>
          <w:tcPr>
            <w:tcW w:w="4930" w:type="dxa"/>
            <w:shd w:val="clear" w:color="auto" w:fill="auto"/>
            <w:vAlign w:val="center"/>
          </w:tcPr>
          <w:p w:rsidR="00A82E4E" w:rsidRPr="00A82E4E" w:rsidRDefault="00A82E4E" w:rsidP="0022091C">
            <w:pPr>
              <w:spacing w:after="0"/>
              <w:jc w:val="center"/>
              <w:rPr>
                <w:sz w:val="32"/>
                <w:szCs w:val="32"/>
              </w:rPr>
            </w:pPr>
            <w:r w:rsidRPr="00A82E4E">
              <w:rPr>
                <w:sz w:val="32"/>
                <w:szCs w:val="32"/>
              </w:rPr>
              <w:t>2. Kiste</w:t>
            </w:r>
          </w:p>
        </w:tc>
      </w:tr>
      <w:tr w:rsidR="00A82E4E" w:rsidTr="00A82E4E">
        <w:trPr>
          <w:trHeight w:val="3934"/>
        </w:trPr>
        <w:tc>
          <w:tcPr>
            <w:tcW w:w="4930" w:type="dxa"/>
            <w:shd w:val="clear" w:color="auto" w:fill="auto"/>
            <w:vAlign w:val="center"/>
          </w:tcPr>
          <w:p w:rsidR="00A82E4E" w:rsidRPr="00885874" w:rsidRDefault="00853093" w:rsidP="0022091C">
            <w:pPr>
              <w:tabs>
                <w:tab w:val="left" w:pos="284"/>
              </w:tabs>
              <w:spacing w:after="0"/>
              <w:jc w:val="center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257810</wp:posOffset>
                      </wp:positionV>
                      <wp:extent cx="2212975" cy="1494790"/>
                      <wp:effectExtent l="19050" t="19050" r="15875" b="10160"/>
                      <wp:wrapNone/>
                      <wp:docPr id="234" name="Gruppieren 2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12975" cy="1494790"/>
                                <a:chOff x="0" y="0"/>
                                <a:chExt cx="2213428" cy="1494971"/>
                              </a:xfrm>
                            </wpg:grpSpPr>
                            <wps:wsp>
                              <wps:cNvPr id="25" name="Ellipse 25"/>
                              <wps:cNvSpPr/>
                              <wps:spPr>
                                <a:xfrm>
                                  <a:off x="0" y="0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3F2BF5" w:rsidRPr="003F2BF5" w:rsidRDefault="003F2BF5" w:rsidP="003F2BF5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3F2BF5"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Ellipse 26"/>
                              <wps:cNvSpPr/>
                              <wps:spPr>
                                <a:xfrm>
                                  <a:off x="580571" y="0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3F2BF5" w:rsidRPr="003F2BF5" w:rsidRDefault="003F2BF5" w:rsidP="003F2BF5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Ellipse 27"/>
                              <wps:cNvSpPr/>
                              <wps:spPr>
                                <a:xfrm>
                                  <a:off x="1756228" y="0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53093" w:rsidRPr="003F2BF5" w:rsidRDefault="00853093" w:rsidP="00853093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Ellipse 29"/>
                              <wps:cNvSpPr/>
                              <wps:spPr>
                                <a:xfrm>
                                  <a:off x="1164771" y="0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53093" w:rsidRPr="003F2BF5" w:rsidRDefault="00853093" w:rsidP="00853093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Ellipse 30"/>
                              <wps:cNvSpPr/>
                              <wps:spPr>
                                <a:xfrm>
                                  <a:off x="1168400" y="518886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53093" w:rsidRPr="003F2BF5" w:rsidRDefault="00853093" w:rsidP="00853093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" name="Ellipse 224"/>
                              <wps:cNvSpPr/>
                              <wps:spPr>
                                <a:xfrm>
                                  <a:off x="1752600" y="1034143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53093" w:rsidRPr="003F2BF5" w:rsidRDefault="00853093" w:rsidP="00853093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Ellipse 225"/>
                              <wps:cNvSpPr/>
                              <wps:spPr>
                                <a:xfrm>
                                  <a:off x="1756228" y="518886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53093" w:rsidRPr="003F2BF5" w:rsidRDefault="00853093" w:rsidP="00853093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6" name="Ellipse 226"/>
                              <wps:cNvSpPr/>
                              <wps:spPr>
                                <a:xfrm>
                                  <a:off x="584200" y="1034143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53093" w:rsidRPr="003F2BF5" w:rsidRDefault="00853093" w:rsidP="00853093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3F2BF5"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7" name="Ellipse 227"/>
                              <wps:cNvSpPr/>
                              <wps:spPr>
                                <a:xfrm>
                                  <a:off x="0" y="515257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53093" w:rsidRPr="003F2BF5" w:rsidRDefault="00853093" w:rsidP="00853093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3F2BF5"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" name="Ellipse 228"/>
                              <wps:cNvSpPr/>
                              <wps:spPr>
                                <a:xfrm>
                                  <a:off x="0" y="1037771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53093" w:rsidRPr="003F2BF5" w:rsidRDefault="00853093" w:rsidP="00853093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3F2BF5"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0" name="Ellipse 230"/>
                              <wps:cNvSpPr/>
                              <wps:spPr>
                                <a:xfrm>
                                  <a:off x="1168400" y="1034143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53093" w:rsidRPr="003F2BF5" w:rsidRDefault="00853093" w:rsidP="00853093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Ellipse 231"/>
                              <wps:cNvSpPr/>
                              <wps:spPr>
                                <a:xfrm>
                                  <a:off x="584200" y="518886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53093" w:rsidRPr="003F2BF5" w:rsidRDefault="00853093" w:rsidP="00853093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234" o:spid="_x0000_s1026" style="position:absolute;left:0;text-align:left;margin-left:32.85pt;margin-top:20.3pt;width:174.25pt;height:117.7pt;z-index:251688960;mso-width-relative:margin;mso-height-relative:margin" coordsize="22134,14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">
                      <v:oval id="Ellipse 25" o:spid="_x0000_s1027" style="position:absolute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" fillcolor="white [3212]" strokecolor="#00b050" strokeweight="3pt">
                        <v:textbox>
                          <w:txbxContent>
                            <w:p w:rsidR="003F2BF5" w:rsidRPr="003F2BF5" w:rsidRDefault="003F2BF5" w:rsidP="003F2BF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3F2BF5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v:textbox>
                      </v:oval>
                      <v:oval id="Ellipse 26" o:spid="_x0000_s1028" style="position:absolute;left:5805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" fillcolor="white [3212]" strokecolor="#0070c0" strokeweight="3pt">
                        <v:textbox>
                          <w:txbxContent>
                            <w:p w:rsidR="003F2BF5" w:rsidRPr="003F2BF5" w:rsidRDefault="003F2BF5" w:rsidP="003F2BF5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v:textbox>
                      </v:oval>
                      <v:oval id="Ellipse 27" o:spid="_x0000_s1029" style="position:absolute;left:17562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" fillcolor="white [3212]" strokecolor="red" strokeweight="3pt">
                        <v:textbox>
                          <w:txbxContent>
                            <w:p w:rsidR="00853093" w:rsidRPr="003F2BF5" w:rsidRDefault="00853093" w:rsidP="00853093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K</w:t>
                              </w:r>
                            </w:p>
                          </w:txbxContent>
                        </v:textbox>
                      </v:oval>
                      <v:oval id="Ellipse 29" o:spid="_x0000_s1030" style="position:absolute;left:11647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" fillcolor="white [3212]" strokecolor="red" strokeweight="3pt">
                        <v:textbox>
                          <w:txbxContent>
                            <w:p w:rsidR="00853093" w:rsidRPr="003F2BF5" w:rsidRDefault="00853093" w:rsidP="00853093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K</w:t>
                              </w:r>
                            </w:p>
                          </w:txbxContent>
                        </v:textbox>
                      </v:oval>
                      <v:oval id="Ellipse 30" o:spid="_x0000_s1031" style="position:absolute;left:11684;top:5188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" fillcolor="white [3212]" strokecolor="red" strokeweight="3pt">
                        <v:textbox>
                          <w:txbxContent>
                            <w:p w:rsidR="00853093" w:rsidRPr="003F2BF5" w:rsidRDefault="00853093" w:rsidP="00853093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K</w:t>
                              </w:r>
                            </w:p>
                          </w:txbxContent>
                        </v:textbox>
                      </v:oval>
                      <v:oval id="Ellipse 224" o:spid="_x0000_s1032" style="position:absolute;left:17526;top:10341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" fillcolor="white [3212]" strokecolor="red" strokeweight="3pt">
                        <v:textbox>
                          <w:txbxContent>
                            <w:p w:rsidR="00853093" w:rsidRPr="003F2BF5" w:rsidRDefault="00853093" w:rsidP="00853093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K</w:t>
                              </w:r>
                            </w:p>
                          </w:txbxContent>
                        </v:textbox>
                      </v:oval>
                      <v:oval id="Ellipse 225" o:spid="_x0000_s1033" style="position:absolute;left:17562;top:5188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" fillcolor="white [3212]" strokecolor="red" strokeweight="3pt">
                        <v:textbox>
                          <w:txbxContent>
                            <w:p w:rsidR="00853093" w:rsidRPr="003F2BF5" w:rsidRDefault="00853093" w:rsidP="00853093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K</w:t>
                              </w:r>
                            </w:p>
                          </w:txbxContent>
                        </v:textbox>
                      </v:oval>
                      <v:oval id="Ellipse 226" o:spid="_x0000_s1034" style="position:absolute;left:5842;top:10341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" fillcolor="white [3212]" strokecolor="#00b050" strokeweight="3pt">
                        <v:textbox>
                          <w:txbxContent>
                            <w:p w:rsidR="00853093" w:rsidRPr="003F2BF5" w:rsidRDefault="00853093" w:rsidP="00853093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3F2BF5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v:textbox>
                      </v:oval>
                      <v:oval id="Ellipse 227" o:spid="_x0000_s1035" style="position:absolute;top:5152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" fillcolor="white [3212]" strokecolor="#00b050" strokeweight="3pt">
                        <v:textbox>
                          <w:txbxContent>
                            <w:p w:rsidR="00853093" w:rsidRPr="003F2BF5" w:rsidRDefault="00853093" w:rsidP="00853093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3F2BF5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v:textbox>
                      </v:oval>
                      <v:oval id="Ellipse 228" o:spid="_x0000_s1036" style="position:absolute;top:10377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" fillcolor="white [3212]" strokecolor="#00b050" strokeweight="3pt">
                        <v:textbox>
                          <w:txbxContent>
                            <w:p w:rsidR="00853093" w:rsidRPr="003F2BF5" w:rsidRDefault="00853093" w:rsidP="00853093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3F2BF5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v:textbox>
                      </v:oval>
                      <v:oval id="Ellipse 230" o:spid="_x0000_s1037" style="position:absolute;left:11684;top:10341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" fillcolor="white [3212]" strokecolor="#0070c0" strokeweight="3pt">
                        <v:textbox>
                          <w:txbxContent>
                            <w:p w:rsidR="00853093" w:rsidRPr="003F2BF5" w:rsidRDefault="00853093" w:rsidP="00853093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v:textbox>
                      </v:oval>
                      <v:oval id="Ellipse 231" o:spid="_x0000_s1038" style="position:absolute;left:5842;top:5188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" fillcolor="white [3212]" strokecolor="#0070c0" strokeweight="3pt">
                        <v:textbox>
                          <w:txbxContent>
                            <w:p w:rsidR="00853093" w:rsidRPr="003F2BF5" w:rsidRDefault="00853093" w:rsidP="00853093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  <w:r w:rsidR="00A82E4E" w:rsidRPr="0075178E">
              <w:rPr>
                <w:noProof/>
                <w:lang w:eastAsia="de-DE"/>
              </w:rPr>
              <w:drawing>
                <wp:inline distT="0" distB="0" distL="0" distR="0" wp14:anchorId="265D81E3" wp14:editId="6C4CA93E">
                  <wp:extent cx="2790000" cy="200880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000" cy="200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0" w:type="dxa"/>
            <w:shd w:val="clear" w:color="auto" w:fill="auto"/>
            <w:vAlign w:val="center"/>
          </w:tcPr>
          <w:p w:rsidR="00A82E4E" w:rsidRPr="00885874" w:rsidRDefault="00DC6D28" w:rsidP="0022091C">
            <w:pPr>
              <w:spacing w:after="0"/>
              <w:jc w:val="center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383540</wp:posOffset>
                      </wp:positionH>
                      <wp:positionV relativeFrom="paragraph">
                        <wp:posOffset>273050</wp:posOffset>
                      </wp:positionV>
                      <wp:extent cx="2216785" cy="1498600"/>
                      <wp:effectExtent l="19050" t="19050" r="12065" b="25400"/>
                      <wp:wrapNone/>
                      <wp:docPr id="249" name="Gruppieren 2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16785" cy="1498600"/>
                                <a:chOff x="0" y="0"/>
                                <a:chExt cx="2217057" cy="1498600"/>
                              </a:xfrm>
                            </wpg:grpSpPr>
                            <wps:wsp>
                              <wps:cNvPr id="232" name="Ellipse 232"/>
                              <wps:cNvSpPr/>
                              <wps:spPr>
                                <a:xfrm>
                                  <a:off x="1175657" y="0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53093" w:rsidRPr="003F2BF5" w:rsidRDefault="00853093" w:rsidP="00853093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3" name="Ellipse 233"/>
                              <wps:cNvSpPr/>
                              <wps:spPr>
                                <a:xfrm>
                                  <a:off x="1756229" y="522515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53093" w:rsidRPr="003F2BF5" w:rsidRDefault="00853093" w:rsidP="00853093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5" name="Ellipse 235"/>
                              <wps:cNvSpPr/>
                              <wps:spPr>
                                <a:xfrm>
                                  <a:off x="1172029" y="1037772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53093" w:rsidRPr="003F2BF5" w:rsidRDefault="00853093" w:rsidP="00853093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6" name="Ellipse 236"/>
                              <wps:cNvSpPr/>
                              <wps:spPr>
                                <a:xfrm>
                                  <a:off x="1759857" y="1041400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53093" w:rsidRPr="003F2BF5" w:rsidRDefault="00853093" w:rsidP="00853093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Ellipse 237"/>
                              <wps:cNvSpPr/>
                              <wps:spPr>
                                <a:xfrm>
                                  <a:off x="1175657" y="522515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53093" w:rsidRPr="003F2BF5" w:rsidRDefault="00853093" w:rsidP="00853093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2" name="Ellipse 242"/>
                              <wps:cNvSpPr/>
                              <wps:spPr>
                                <a:xfrm>
                                  <a:off x="1756229" y="0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53093" w:rsidRPr="003F2BF5" w:rsidRDefault="00853093" w:rsidP="00853093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3" name="Ellipse 243"/>
                              <wps:cNvSpPr/>
                              <wps:spPr>
                                <a:xfrm>
                                  <a:off x="3629" y="1037772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53093" w:rsidRPr="003F2BF5" w:rsidRDefault="00853093" w:rsidP="00853093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4" name="Ellipse 244"/>
                              <wps:cNvSpPr/>
                              <wps:spPr>
                                <a:xfrm>
                                  <a:off x="587829" y="1037772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53093" w:rsidRPr="003F2BF5" w:rsidRDefault="00853093" w:rsidP="00853093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5" name="Ellipse 245"/>
                              <wps:cNvSpPr/>
                              <wps:spPr>
                                <a:xfrm>
                                  <a:off x="3629" y="526143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DC6D28" w:rsidRPr="003F2BF5" w:rsidRDefault="00DC6D28" w:rsidP="00DC6D28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3F2BF5"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6" name="Ellipse 246"/>
                              <wps:cNvSpPr/>
                              <wps:spPr>
                                <a:xfrm>
                                  <a:off x="591457" y="522515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DC6D28" w:rsidRPr="003F2BF5" w:rsidRDefault="00DC6D28" w:rsidP="00DC6D28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3F2BF5"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7" name="Ellipse 247"/>
                              <wps:cNvSpPr/>
                              <wps:spPr>
                                <a:xfrm>
                                  <a:off x="0" y="3629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DC6D28" w:rsidRPr="003F2BF5" w:rsidRDefault="00DC6D28" w:rsidP="00DC6D28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3F2BF5"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8" name="Ellipse 248"/>
                              <wps:cNvSpPr/>
                              <wps:spPr>
                                <a:xfrm>
                                  <a:off x="587829" y="3629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DC6D28" w:rsidRPr="003F2BF5" w:rsidRDefault="00DC6D28" w:rsidP="00DC6D28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3F2BF5"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249" o:spid="_x0000_s1039" style="position:absolute;left:0;text-align:left;margin-left:30.2pt;margin-top:21.5pt;width:174.55pt;height:118pt;z-index:251718656;mso-width-relative:margin;mso-height-relative:margin" coordsize="22170,14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">
                      <v:oval id="Ellipse 232" o:spid="_x0000_s1040" style="position:absolute;left:11756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" fillcolor="white [3212]" strokecolor="#0070c0" strokeweight="3pt">
                        <v:textbox>
                          <w:txbxContent>
                            <w:p w:rsidR="00853093" w:rsidRPr="003F2BF5" w:rsidRDefault="00853093" w:rsidP="00853093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v:textbox>
                      </v:oval>
                      <v:oval id="Ellipse 233" o:spid="_x0000_s1041" style="position:absolute;left:17562;top:5225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" fillcolor="white [3212]" strokecolor="red" strokeweight="3pt">
                        <v:textbox>
                          <w:txbxContent>
                            <w:p w:rsidR="00853093" w:rsidRPr="003F2BF5" w:rsidRDefault="00853093" w:rsidP="00853093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K</w:t>
                              </w:r>
                            </w:p>
                          </w:txbxContent>
                        </v:textbox>
                      </v:oval>
                      <v:oval id="Ellipse 235" o:spid="_x0000_s1042" style="position:absolute;left:11720;top:10377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" fillcolor="white [3212]" strokecolor="#0070c0" strokeweight="3pt">
                        <v:textbox>
                          <w:txbxContent>
                            <w:p w:rsidR="00853093" w:rsidRPr="003F2BF5" w:rsidRDefault="00853093" w:rsidP="00853093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v:textbox>
                      </v:oval>
                      <v:oval id="Ellipse 236" o:spid="_x0000_s1043" style="position:absolute;left:17598;top:10414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" fillcolor="white [3212]" strokecolor="#0070c0" strokeweight="3pt">
                        <v:textbox>
                          <w:txbxContent>
                            <w:p w:rsidR="00853093" w:rsidRPr="003F2BF5" w:rsidRDefault="00853093" w:rsidP="00853093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v:textbox>
                      </v:oval>
                      <v:oval id="Ellipse 237" o:spid="_x0000_s1044" style="position:absolute;left:11756;top:5225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" fillcolor="white [3212]" strokecolor="#0070c0" strokeweight="3pt">
                        <v:textbox>
                          <w:txbxContent>
                            <w:p w:rsidR="00853093" w:rsidRPr="003F2BF5" w:rsidRDefault="00853093" w:rsidP="00853093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v:textbox>
                      </v:oval>
                      <v:oval id="Ellipse 242" o:spid="_x0000_s1045" style="position:absolute;left:17562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" fillcolor="white [3212]" strokecolor="red" strokeweight="3pt">
                        <v:textbox>
                          <w:txbxContent>
                            <w:p w:rsidR="00853093" w:rsidRPr="003F2BF5" w:rsidRDefault="00853093" w:rsidP="00853093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K</w:t>
                              </w:r>
                            </w:p>
                          </w:txbxContent>
                        </v:textbox>
                      </v:oval>
                      <v:oval id="Ellipse 243" o:spid="_x0000_s1046" style="position:absolute;left:36;top:10377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" fillcolor="white [3212]" strokecolor="red" strokeweight="3pt">
                        <v:textbox>
                          <w:txbxContent>
                            <w:p w:rsidR="00853093" w:rsidRPr="003F2BF5" w:rsidRDefault="00853093" w:rsidP="00853093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K</w:t>
                              </w:r>
                            </w:p>
                          </w:txbxContent>
                        </v:textbox>
                      </v:oval>
                      <v:oval id="Ellipse 244" o:spid="_x0000_s1047" style="position:absolute;left:5878;top:10377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" fillcolor="white [3212]" strokecolor="red" strokeweight="3pt">
                        <v:textbox>
                          <w:txbxContent>
                            <w:p w:rsidR="00853093" w:rsidRPr="003F2BF5" w:rsidRDefault="00853093" w:rsidP="00853093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K</w:t>
                              </w:r>
                            </w:p>
                          </w:txbxContent>
                        </v:textbox>
                      </v:oval>
                      <v:oval id="Ellipse 245" o:spid="_x0000_s1048" style="position:absolute;left:36;top:5261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" fillcolor="white [3212]" strokecolor="#00b050" strokeweight="3pt">
                        <v:textbox>
                          <w:txbxContent>
                            <w:p w:rsidR="00DC6D28" w:rsidRPr="003F2BF5" w:rsidRDefault="00DC6D28" w:rsidP="00DC6D28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3F2BF5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v:textbox>
                      </v:oval>
                      <v:oval id="Ellipse 246" o:spid="_x0000_s1049" style="position:absolute;left:5914;top:5225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" fillcolor="white [3212]" strokecolor="#00b050" strokeweight="3pt">
                        <v:textbox>
                          <w:txbxContent>
                            <w:p w:rsidR="00DC6D28" w:rsidRPr="003F2BF5" w:rsidRDefault="00DC6D28" w:rsidP="00DC6D28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3F2BF5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v:textbox>
                      </v:oval>
                      <v:oval id="Ellipse 247" o:spid="_x0000_s1050" style="position:absolute;top:36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" fillcolor="white [3212]" strokecolor="#00b050" strokeweight="3pt">
                        <v:textbox>
                          <w:txbxContent>
                            <w:p w:rsidR="00DC6D28" w:rsidRPr="003F2BF5" w:rsidRDefault="00DC6D28" w:rsidP="00DC6D28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3F2BF5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v:textbox>
                      </v:oval>
                      <v:oval id="Ellipse 248" o:spid="_x0000_s1051" style="position:absolute;left:5878;top:36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" fillcolor="white [3212]" strokecolor="#00b050" strokeweight="3pt">
                        <v:textbox>
                          <w:txbxContent>
                            <w:p w:rsidR="00DC6D28" w:rsidRPr="003F2BF5" w:rsidRDefault="00DC6D28" w:rsidP="00DC6D28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3F2BF5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  <w:r w:rsidR="00A82E4E">
              <w:rPr>
                <w:noProof/>
                <w:lang w:eastAsia="de-DE"/>
              </w:rPr>
              <w:drawing>
                <wp:inline distT="0" distB="0" distL="0" distR="0" wp14:anchorId="5405B02D" wp14:editId="7944838A">
                  <wp:extent cx="2761200" cy="1987200"/>
                  <wp:effectExtent l="0" t="0" r="127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1200" cy="198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2E4E" w:rsidTr="00A82E4E">
        <w:trPr>
          <w:trHeight w:val="715"/>
        </w:trPr>
        <w:tc>
          <w:tcPr>
            <w:tcW w:w="4930" w:type="dxa"/>
            <w:shd w:val="clear" w:color="auto" w:fill="auto"/>
            <w:vAlign w:val="center"/>
          </w:tcPr>
          <w:p w:rsidR="00A82E4E" w:rsidRPr="00A82E4E" w:rsidRDefault="00A82E4E" w:rsidP="0022091C">
            <w:pPr>
              <w:tabs>
                <w:tab w:val="left" w:pos="284"/>
              </w:tabs>
              <w:spacing w:after="0"/>
              <w:jc w:val="center"/>
              <w:rPr>
                <w:sz w:val="32"/>
                <w:szCs w:val="32"/>
              </w:rPr>
            </w:pPr>
            <w:r w:rsidRPr="00A82E4E">
              <w:rPr>
                <w:sz w:val="32"/>
                <w:szCs w:val="32"/>
              </w:rPr>
              <w:t>_</w:t>
            </w:r>
            <w:r w:rsidRPr="00A82E4E">
              <w:rPr>
                <w:sz w:val="32"/>
                <w:szCs w:val="32"/>
                <w:highlight w:val="yellow"/>
              </w:rPr>
              <w:t>...</w:t>
            </w:r>
            <w:r w:rsidRPr="00A82E4E">
              <w:rPr>
                <w:sz w:val="32"/>
                <w:szCs w:val="32"/>
              </w:rPr>
              <w:t>_</w:t>
            </w:r>
          </w:p>
        </w:tc>
        <w:tc>
          <w:tcPr>
            <w:tcW w:w="4930" w:type="dxa"/>
            <w:shd w:val="clear" w:color="auto" w:fill="auto"/>
            <w:vAlign w:val="center"/>
          </w:tcPr>
          <w:p w:rsidR="00A82E4E" w:rsidRPr="00A82E4E" w:rsidRDefault="00A82E4E" w:rsidP="0022091C">
            <w:pPr>
              <w:spacing w:after="0"/>
              <w:jc w:val="center"/>
              <w:rPr>
                <w:sz w:val="32"/>
                <w:szCs w:val="32"/>
              </w:rPr>
            </w:pPr>
            <w:r w:rsidRPr="00A82E4E">
              <w:rPr>
                <w:sz w:val="32"/>
                <w:szCs w:val="32"/>
              </w:rPr>
              <w:t>_</w:t>
            </w:r>
            <w:r w:rsidRPr="00A82E4E">
              <w:rPr>
                <w:sz w:val="32"/>
                <w:szCs w:val="32"/>
                <w:highlight w:val="yellow"/>
              </w:rPr>
              <w:t>...</w:t>
            </w:r>
            <w:r w:rsidRPr="00A82E4E">
              <w:rPr>
                <w:sz w:val="32"/>
                <w:szCs w:val="32"/>
              </w:rPr>
              <w:t>_</w:t>
            </w:r>
          </w:p>
        </w:tc>
      </w:tr>
    </w:tbl>
    <w:p w:rsidR="005C626C" w:rsidRPr="00A82E4E" w:rsidRDefault="005C626C" w:rsidP="005C626C">
      <w:pPr>
        <w:pStyle w:val="Linien"/>
        <w:spacing w:line="360" w:lineRule="auto"/>
        <w:rPr>
          <w:sz w:val="20"/>
          <w:szCs w:val="20"/>
        </w:rPr>
      </w:pPr>
    </w:p>
    <w:tbl>
      <w:tblPr>
        <w:tblW w:w="985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29"/>
        <w:gridCol w:w="4929"/>
      </w:tblGrid>
      <w:tr w:rsidR="00A82E4E" w:rsidTr="00A82E4E">
        <w:trPr>
          <w:trHeight w:val="682"/>
        </w:trPr>
        <w:tc>
          <w:tcPr>
            <w:tcW w:w="4929" w:type="dxa"/>
            <w:shd w:val="clear" w:color="auto" w:fill="auto"/>
            <w:vAlign w:val="center"/>
          </w:tcPr>
          <w:p w:rsidR="00A82E4E" w:rsidRPr="00A82E4E" w:rsidRDefault="00A82E4E" w:rsidP="0022091C">
            <w:pPr>
              <w:spacing w:after="0"/>
              <w:jc w:val="center"/>
              <w:rPr>
                <w:sz w:val="32"/>
                <w:szCs w:val="32"/>
              </w:rPr>
            </w:pPr>
            <w:r w:rsidRPr="00A82E4E">
              <w:rPr>
                <w:sz w:val="32"/>
                <w:szCs w:val="32"/>
              </w:rPr>
              <w:t>3. Kiste</w:t>
            </w:r>
          </w:p>
        </w:tc>
        <w:tc>
          <w:tcPr>
            <w:tcW w:w="4929" w:type="dxa"/>
            <w:vAlign w:val="center"/>
          </w:tcPr>
          <w:p w:rsidR="00A82E4E" w:rsidRPr="00A82E4E" w:rsidRDefault="00A82E4E" w:rsidP="0022091C">
            <w:pPr>
              <w:spacing w:after="0"/>
              <w:jc w:val="center"/>
              <w:rPr>
                <w:sz w:val="32"/>
                <w:szCs w:val="32"/>
              </w:rPr>
            </w:pPr>
            <w:r w:rsidRPr="00A82E4E">
              <w:rPr>
                <w:sz w:val="32"/>
                <w:szCs w:val="32"/>
              </w:rPr>
              <w:t>4. Kiste</w:t>
            </w:r>
          </w:p>
        </w:tc>
      </w:tr>
      <w:tr w:rsidR="00A82E4E" w:rsidTr="00A82E4E">
        <w:trPr>
          <w:trHeight w:val="3814"/>
        </w:trPr>
        <w:tc>
          <w:tcPr>
            <w:tcW w:w="4929" w:type="dxa"/>
            <w:shd w:val="clear" w:color="auto" w:fill="auto"/>
            <w:vAlign w:val="center"/>
          </w:tcPr>
          <w:p w:rsidR="00A82E4E" w:rsidRPr="00885874" w:rsidRDefault="00910897" w:rsidP="0022091C">
            <w:pPr>
              <w:spacing w:after="0"/>
              <w:jc w:val="center"/>
            </w:pPr>
            <w:bookmarkStart w:id="0" w:name="_GoBack"/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992505</wp:posOffset>
                      </wp:positionH>
                      <wp:positionV relativeFrom="paragraph">
                        <wp:posOffset>288290</wp:posOffset>
                      </wp:positionV>
                      <wp:extent cx="974090" cy="1628140"/>
                      <wp:effectExtent l="19050" t="19050" r="16510" b="10160"/>
                      <wp:wrapNone/>
                      <wp:docPr id="195" name="Gruppieren 1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4090" cy="1628140"/>
                                <a:chOff x="0" y="0"/>
                                <a:chExt cx="974558" cy="1628273"/>
                              </a:xfrm>
                            </wpg:grpSpPr>
                            <wps:wsp>
                              <wps:cNvPr id="229" name="Ellipse 229"/>
                              <wps:cNvSpPr/>
                              <wps:spPr>
                                <a:xfrm>
                                  <a:off x="0" y="1171073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53093" w:rsidRPr="003F2BF5" w:rsidRDefault="00853093" w:rsidP="00853093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3F2BF5"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8" name="Ellipse 238"/>
                              <wps:cNvSpPr/>
                              <wps:spPr>
                                <a:xfrm>
                                  <a:off x="0" y="581526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53093" w:rsidRPr="003F2BF5" w:rsidRDefault="00853093" w:rsidP="00853093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0" name="Ellipse 250"/>
                              <wps:cNvSpPr/>
                              <wps:spPr>
                                <a:xfrm>
                                  <a:off x="513347" y="1167063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10897" w:rsidRPr="003F2BF5" w:rsidRDefault="00910897" w:rsidP="00910897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1" name="Ellipse 251"/>
                              <wps:cNvSpPr/>
                              <wps:spPr>
                                <a:xfrm>
                                  <a:off x="0" y="0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10897" w:rsidRPr="003F2BF5" w:rsidRDefault="00910897" w:rsidP="00910897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2" name="Ellipse 192"/>
                              <wps:cNvSpPr/>
                              <wps:spPr>
                                <a:xfrm>
                                  <a:off x="513347" y="4010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10897" w:rsidRPr="003F2BF5" w:rsidRDefault="00910897" w:rsidP="00910897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3F2BF5"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Ellipse 193"/>
                              <wps:cNvSpPr/>
                              <wps:spPr>
                                <a:xfrm>
                                  <a:off x="517358" y="585536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10897" w:rsidRPr="003F2BF5" w:rsidRDefault="00910897" w:rsidP="00910897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95" o:spid="_x0000_s1052" style="position:absolute;left:0;text-align:left;margin-left:78.15pt;margin-top:22.7pt;width:76.7pt;height:128.2pt;z-index:251736064;mso-width-relative:margin;mso-height-relative:margin" coordsize="9745,16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">
                      <v:oval id="Ellipse 229" o:spid="_x0000_s1053" style="position:absolute;top:11710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" fillcolor="white [3212]" strokecolor="#00b050" strokeweight="3pt">
                        <v:textbox>
                          <w:txbxContent>
                            <w:p w:rsidR="00853093" w:rsidRPr="003F2BF5" w:rsidRDefault="00853093" w:rsidP="00853093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3F2BF5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v:textbox>
                      </v:oval>
                      <v:oval id="Ellipse 238" o:spid="_x0000_s1054" style="position:absolute;top:5815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" fillcolor="white [3212]" strokecolor="#0070c0" strokeweight="3pt">
                        <v:textbox>
                          <w:txbxContent>
                            <w:p w:rsidR="00853093" w:rsidRPr="003F2BF5" w:rsidRDefault="00853093" w:rsidP="00853093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v:textbox>
                      </v:oval>
                      <v:oval id="Ellipse 250" o:spid="_x0000_s1055" style="position:absolute;left:5133;top:11670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" fillcolor="white [3212]" strokecolor="red" strokeweight="3pt">
                        <v:textbox>
                          <w:txbxContent>
                            <w:p w:rsidR="00910897" w:rsidRPr="003F2BF5" w:rsidRDefault="00910897" w:rsidP="00910897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K</w:t>
                              </w:r>
                            </w:p>
                          </w:txbxContent>
                        </v:textbox>
                      </v:oval>
                      <v:oval id="Ellipse 251" o:spid="_x0000_s1056" style="position:absolute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" fillcolor="white [3212]" strokecolor="red" strokeweight="3pt">
                        <v:textbox>
                          <w:txbxContent>
                            <w:p w:rsidR="00910897" w:rsidRPr="003F2BF5" w:rsidRDefault="00910897" w:rsidP="00910897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K</w:t>
                              </w:r>
                            </w:p>
                          </w:txbxContent>
                        </v:textbox>
                      </v:oval>
                      <v:oval id="Ellipse 192" o:spid="_x0000_s1057" style="position:absolute;left:5133;top:40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" fillcolor="white [3212]" strokecolor="#00b050" strokeweight="3pt">
                        <v:textbox>
                          <w:txbxContent>
                            <w:p w:rsidR="00910897" w:rsidRPr="003F2BF5" w:rsidRDefault="00910897" w:rsidP="00910897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3F2BF5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v:textbox>
                      </v:oval>
                      <v:oval id="Ellipse 193" o:spid="_x0000_s1058" style="position:absolute;left:5173;top:5855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" fillcolor="white [3212]" strokecolor="#0070c0" strokeweight="3pt">
                        <v:textbox>
                          <w:txbxContent>
                            <w:p w:rsidR="00910897" w:rsidRPr="003F2BF5" w:rsidRDefault="00910897" w:rsidP="00910897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  <w:bookmarkEnd w:id="0"/>
            <w:r w:rsidR="00A82E4E">
              <w:rPr>
                <w:noProof/>
                <w:lang w:eastAsia="de-DE"/>
              </w:rPr>
              <w:drawing>
                <wp:inline distT="0" distB="0" distL="0" distR="0" wp14:anchorId="13A4F6D3" wp14:editId="3A9DC6D5">
                  <wp:extent cx="1472400" cy="2120400"/>
                  <wp:effectExtent l="0" t="0" r="0" b="0"/>
                  <wp:docPr id="240" name="Grafik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400" cy="2120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  <w:vAlign w:val="center"/>
          </w:tcPr>
          <w:p w:rsidR="00A82E4E" w:rsidRPr="00885874" w:rsidRDefault="00910897" w:rsidP="0022091C">
            <w:pPr>
              <w:spacing w:after="0"/>
              <w:jc w:val="center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1024890</wp:posOffset>
                      </wp:positionH>
                      <wp:positionV relativeFrom="paragraph">
                        <wp:posOffset>263525</wp:posOffset>
                      </wp:positionV>
                      <wp:extent cx="982345" cy="1619250"/>
                      <wp:effectExtent l="19050" t="19050" r="27305" b="19050"/>
                      <wp:wrapNone/>
                      <wp:docPr id="196" name="Gruppieren 1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2345" cy="1619250"/>
                                <a:chOff x="8021" y="16047"/>
                                <a:chExt cx="982579" cy="1620247"/>
                              </a:xfrm>
                            </wpg:grpSpPr>
                            <wps:wsp>
                              <wps:cNvPr id="239" name="Ellipse 239"/>
                              <wps:cNvSpPr/>
                              <wps:spPr>
                                <a:xfrm>
                                  <a:off x="8021" y="28081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53093" w:rsidRPr="003F2BF5" w:rsidRDefault="00853093" w:rsidP="00853093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2" name="Ellipse 252"/>
                              <wps:cNvSpPr/>
                              <wps:spPr>
                                <a:xfrm>
                                  <a:off x="533400" y="16047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10897" w:rsidRPr="003F2BF5" w:rsidRDefault="00910897" w:rsidP="00910897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3" name="Ellipse 253"/>
                              <wps:cNvSpPr/>
                              <wps:spPr>
                                <a:xfrm>
                                  <a:off x="533400" y="589547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10897" w:rsidRPr="003F2BF5" w:rsidRDefault="00910897" w:rsidP="00910897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4" name="Ellipse 254"/>
                              <wps:cNvSpPr/>
                              <wps:spPr>
                                <a:xfrm>
                                  <a:off x="529390" y="1179094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10897" w:rsidRPr="003F2BF5" w:rsidRDefault="00910897" w:rsidP="00910897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3F2BF5"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5" name="Ellipse 255"/>
                              <wps:cNvSpPr/>
                              <wps:spPr>
                                <a:xfrm>
                                  <a:off x="16042" y="1179094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10897" w:rsidRPr="003F2BF5" w:rsidRDefault="00910897" w:rsidP="00910897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3F2BF5"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" name="Ellipse 194"/>
                              <wps:cNvSpPr/>
                              <wps:spPr>
                                <a:xfrm>
                                  <a:off x="16042" y="589547"/>
                                  <a:ext cx="457200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10897" w:rsidRPr="003F2BF5" w:rsidRDefault="00910897" w:rsidP="00910897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96" o:spid="_x0000_s1059" style="position:absolute;left:0;text-align:left;margin-left:80.7pt;margin-top:20.75pt;width:77.35pt;height:127.5pt;z-index:251739136;mso-width-relative:margin;mso-height-relative:margin" coordorigin="80,160" coordsize="9825,16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">
                      <v:oval id="Ellipse 239" o:spid="_x0000_s1060" style="position:absolute;left:80;top:280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" fillcolor="white [3212]" strokecolor="red" strokeweight="3pt">
                        <v:textbox>
                          <w:txbxContent>
                            <w:p w:rsidR="00853093" w:rsidRPr="003F2BF5" w:rsidRDefault="00853093" w:rsidP="00853093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K</w:t>
                              </w:r>
                            </w:p>
                          </w:txbxContent>
                        </v:textbox>
                      </v:oval>
                      <v:oval id="Ellipse 252" o:spid="_x0000_s1061" style="position:absolute;left:5334;top:160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" fillcolor="white [3212]" strokecolor="red" strokeweight="3pt">
                        <v:textbox>
                          <w:txbxContent>
                            <w:p w:rsidR="00910897" w:rsidRPr="003F2BF5" w:rsidRDefault="00910897" w:rsidP="00910897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K</w:t>
                              </w:r>
                            </w:p>
                          </w:txbxContent>
                        </v:textbox>
                      </v:oval>
                      <v:oval id="Ellipse 253" o:spid="_x0000_s1062" style="position:absolute;left:5334;top:5895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" fillcolor="white [3212]" strokecolor="red" strokeweight="3pt">
                        <v:textbox>
                          <w:txbxContent>
                            <w:p w:rsidR="00910897" w:rsidRPr="003F2BF5" w:rsidRDefault="00910897" w:rsidP="00910897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K</w:t>
                              </w:r>
                            </w:p>
                          </w:txbxContent>
                        </v:textbox>
                      </v:oval>
                      <v:oval id="Ellipse 254" o:spid="_x0000_s1063" style="position:absolute;left:5293;top:11790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" fillcolor="white [3212]" strokecolor="#00b050" strokeweight="3pt">
                        <v:textbox>
                          <w:txbxContent>
                            <w:p w:rsidR="00910897" w:rsidRPr="003F2BF5" w:rsidRDefault="00910897" w:rsidP="00910897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3F2BF5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v:textbox>
                      </v:oval>
                      <v:oval id="Ellipse 255" o:spid="_x0000_s1064" style="position:absolute;left:160;top:11790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" fillcolor="white [3212]" strokecolor="#00b050" strokeweight="3pt">
                        <v:textbox>
                          <w:txbxContent>
                            <w:p w:rsidR="00910897" w:rsidRPr="003F2BF5" w:rsidRDefault="00910897" w:rsidP="00910897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3F2BF5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v:textbox>
                      </v:oval>
                      <v:oval id="Ellipse 194" o:spid="_x0000_s1065" style="position:absolute;left:160;top:5895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" fillcolor="white [3212]" strokecolor="#0070c0" strokeweight="3pt">
                        <v:textbox>
                          <w:txbxContent>
                            <w:p w:rsidR="00910897" w:rsidRPr="003F2BF5" w:rsidRDefault="00910897" w:rsidP="00910897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  <w:r w:rsidR="00A82E4E" w:rsidRPr="0075178E">
              <w:rPr>
                <w:noProof/>
                <w:lang w:eastAsia="de-DE"/>
              </w:rPr>
              <w:drawing>
                <wp:inline distT="0" distB="0" distL="0" distR="0" wp14:anchorId="51E1AC79" wp14:editId="59A288A7">
                  <wp:extent cx="1386000" cy="2156400"/>
                  <wp:effectExtent l="0" t="0" r="5080" b="0"/>
                  <wp:docPr id="241" name="Grafik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000" cy="215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2E4E" w:rsidTr="00A82E4E">
        <w:trPr>
          <w:trHeight w:val="775"/>
        </w:trPr>
        <w:tc>
          <w:tcPr>
            <w:tcW w:w="4929" w:type="dxa"/>
            <w:shd w:val="clear" w:color="auto" w:fill="auto"/>
            <w:vAlign w:val="center"/>
          </w:tcPr>
          <w:p w:rsidR="00A82E4E" w:rsidRPr="00A82E4E" w:rsidRDefault="00A82E4E" w:rsidP="0022091C">
            <w:pPr>
              <w:spacing w:after="0"/>
              <w:jc w:val="center"/>
              <w:rPr>
                <w:sz w:val="32"/>
                <w:szCs w:val="32"/>
              </w:rPr>
            </w:pPr>
            <w:r w:rsidRPr="00A82E4E">
              <w:rPr>
                <w:sz w:val="32"/>
                <w:szCs w:val="32"/>
              </w:rPr>
              <w:t>_</w:t>
            </w:r>
            <w:r w:rsidRPr="00A82E4E">
              <w:rPr>
                <w:sz w:val="32"/>
                <w:szCs w:val="32"/>
                <w:highlight w:val="yellow"/>
              </w:rPr>
              <w:t>...</w:t>
            </w:r>
            <w:r w:rsidRPr="00A82E4E">
              <w:rPr>
                <w:sz w:val="32"/>
                <w:szCs w:val="32"/>
              </w:rPr>
              <w:t>_</w:t>
            </w:r>
          </w:p>
        </w:tc>
        <w:tc>
          <w:tcPr>
            <w:tcW w:w="4929" w:type="dxa"/>
            <w:vAlign w:val="center"/>
          </w:tcPr>
          <w:p w:rsidR="00A82E4E" w:rsidRPr="00A82E4E" w:rsidRDefault="00A82E4E" w:rsidP="0022091C">
            <w:pPr>
              <w:spacing w:after="0"/>
              <w:jc w:val="center"/>
              <w:rPr>
                <w:sz w:val="32"/>
                <w:szCs w:val="32"/>
              </w:rPr>
            </w:pPr>
            <w:r w:rsidRPr="00A82E4E">
              <w:rPr>
                <w:sz w:val="32"/>
                <w:szCs w:val="32"/>
              </w:rPr>
              <w:t>_</w:t>
            </w:r>
            <w:r w:rsidRPr="00A82E4E">
              <w:rPr>
                <w:sz w:val="32"/>
                <w:szCs w:val="32"/>
                <w:highlight w:val="yellow"/>
              </w:rPr>
              <w:t>...</w:t>
            </w:r>
            <w:r w:rsidRPr="00A82E4E">
              <w:rPr>
                <w:sz w:val="32"/>
                <w:szCs w:val="32"/>
              </w:rPr>
              <w:t>_</w:t>
            </w:r>
          </w:p>
        </w:tc>
      </w:tr>
    </w:tbl>
    <w:p w:rsidR="00A82E4E" w:rsidRPr="005C626C" w:rsidRDefault="00A82E4E" w:rsidP="005C626C">
      <w:pPr>
        <w:pStyle w:val="Linien"/>
        <w:spacing w:line="360" w:lineRule="auto"/>
        <w:rPr>
          <w:sz w:val="32"/>
          <w:szCs w:val="32"/>
        </w:rPr>
      </w:pPr>
    </w:p>
    <w:sectPr w:rsidR="00A82E4E" w:rsidRPr="005C626C" w:rsidSect="008F273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D60A6"/>
    <w:rsid w:val="00232126"/>
    <w:rsid w:val="002632C1"/>
    <w:rsid w:val="002E772D"/>
    <w:rsid w:val="00316AD7"/>
    <w:rsid w:val="003B450E"/>
    <w:rsid w:val="003C0764"/>
    <w:rsid w:val="003F2BF5"/>
    <w:rsid w:val="00472AE3"/>
    <w:rsid w:val="004B595C"/>
    <w:rsid w:val="004E1C51"/>
    <w:rsid w:val="00573373"/>
    <w:rsid w:val="005909D9"/>
    <w:rsid w:val="005B577B"/>
    <w:rsid w:val="005C626C"/>
    <w:rsid w:val="006C2C59"/>
    <w:rsid w:val="007F64DE"/>
    <w:rsid w:val="00853093"/>
    <w:rsid w:val="008F2736"/>
    <w:rsid w:val="008F32B4"/>
    <w:rsid w:val="008F63FB"/>
    <w:rsid w:val="00910897"/>
    <w:rsid w:val="009176D4"/>
    <w:rsid w:val="00942513"/>
    <w:rsid w:val="009E5CE2"/>
    <w:rsid w:val="009E6FA1"/>
    <w:rsid w:val="00A0791F"/>
    <w:rsid w:val="00A27E56"/>
    <w:rsid w:val="00A467B1"/>
    <w:rsid w:val="00A57D50"/>
    <w:rsid w:val="00A82E4E"/>
    <w:rsid w:val="00B17B36"/>
    <w:rsid w:val="00B42B92"/>
    <w:rsid w:val="00B55E44"/>
    <w:rsid w:val="00BA0894"/>
    <w:rsid w:val="00BF5D39"/>
    <w:rsid w:val="00C11AFC"/>
    <w:rsid w:val="00CE6518"/>
    <w:rsid w:val="00D05412"/>
    <w:rsid w:val="00D36975"/>
    <w:rsid w:val="00D41991"/>
    <w:rsid w:val="00DC6D28"/>
    <w:rsid w:val="00E13961"/>
    <w:rsid w:val="00E67B7D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Linien">
    <w:name w:val="Linien"/>
    <w:basedOn w:val="Standard"/>
    <w:rsid w:val="005C626C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38771-593B-46E0-9608-07770BBCF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35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7</cp:revision>
  <dcterms:created xsi:type="dcterms:W3CDTF">2022-04-13T13:02:00Z</dcterms:created>
  <dcterms:modified xsi:type="dcterms:W3CDTF">2022-04-14T05:22:00Z</dcterms:modified>
</cp:coreProperties>
</file>